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DCC" w:rsidRDefault="00D72DCC" w:rsidP="00F471EA">
      <w:pPr>
        <w:jc w:val="center"/>
        <w:rPr>
          <w:sz w:val="28"/>
          <w:szCs w:val="28"/>
        </w:rPr>
      </w:pPr>
      <w:r>
        <w:rPr>
          <w:sz w:val="28"/>
          <w:szCs w:val="28"/>
        </w:rPr>
        <w:t>Request for Temporary Duty</w:t>
      </w:r>
    </w:p>
    <w:p w:rsidR="00D72DCC" w:rsidRDefault="00D72DCC" w:rsidP="00F471EA">
      <w:pPr>
        <w:rPr>
          <w:sz w:val="24"/>
          <w:szCs w:val="24"/>
        </w:rPr>
      </w:pPr>
      <w:r>
        <w:rPr>
          <w:sz w:val="24"/>
          <w:szCs w:val="24"/>
        </w:rPr>
        <w:t>NAME:____________________________</w:t>
      </w:r>
      <w:r>
        <w:rPr>
          <w:sz w:val="24"/>
          <w:szCs w:val="24"/>
        </w:rPr>
        <w:tab/>
      </w:r>
      <w:r>
        <w:rPr>
          <w:sz w:val="24"/>
          <w:szCs w:val="24"/>
        </w:rPr>
        <w:tab/>
        <w:t>EMPLOYEE #_____________________</w:t>
      </w:r>
    </w:p>
    <w:p w:rsidR="00D72DCC" w:rsidRDefault="00D72DCC" w:rsidP="00F471EA">
      <w:pPr>
        <w:rPr>
          <w:sz w:val="24"/>
          <w:szCs w:val="24"/>
        </w:rPr>
      </w:pPr>
      <w:r>
        <w:rPr>
          <w:sz w:val="24"/>
          <w:szCs w:val="24"/>
        </w:rPr>
        <w:t>GRADE LEVEL:______________________________________________________________</w:t>
      </w:r>
    </w:p>
    <w:p w:rsidR="00D72DCC" w:rsidRDefault="00D72DCC" w:rsidP="00F471EA">
      <w:pPr>
        <w:rPr>
          <w:sz w:val="24"/>
          <w:szCs w:val="24"/>
        </w:rPr>
      </w:pPr>
      <w:r>
        <w:rPr>
          <w:sz w:val="24"/>
          <w:szCs w:val="24"/>
        </w:rPr>
        <w:t>TEMPORARY DUTY DATES:____________________________________________________</w:t>
      </w:r>
    </w:p>
    <w:p w:rsidR="00D72DCC" w:rsidRDefault="00D72DCC" w:rsidP="00F471EA">
      <w:pPr>
        <w:ind w:left="720"/>
        <w:rPr>
          <w:sz w:val="24"/>
          <w:szCs w:val="24"/>
        </w:rPr>
      </w:pPr>
      <w:r>
        <w:rPr>
          <w:sz w:val="24"/>
          <w:szCs w:val="24"/>
        </w:rPr>
        <w:t>If temporary leave begins in one payroll period and ends in another payroll period, two request forms should be completed.  List the dates of leave during one payroll period on one form and the dates of leave during the next payroll period on the other form.</w:t>
      </w:r>
    </w:p>
    <w:p w:rsidR="00D72DCC" w:rsidRDefault="00D72DCC" w:rsidP="00F471EA">
      <w:pPr>
        <w:pBdr>
          <w:bottom w:val="single" w:sz="12" w:space="1" w:color="auto"/>
        </w:pBdr>
        <w:rPr>
          <w:sz w:val="24"/>
          <w:szCs w:val="24"/>
        </w:rPr>
      </w:pPr>
      <w:r>
        <w:rPr>
          <w:sz w:val="24"/>
          <w:szCs w:val="24"/>
        </w:rPr>
        <w:t>ACTIVITY OR EVENT (Please provide documentation):</w:t>
      </w:r>
    </w:p>
    <w:p w:rsidR="00D72DCC" w:rsidRDefault="00D72DCC" w:rsidP="00F471EA">
      <w:pPr>
        <w:pBdr>
          <w:bottom w:val="single" w:sz="12" w:space="1" w:color="auto"/>
        </w:pBdr>
        <w:rPr>
          <w:sz w:val="24"/>
          <w:szCs w:val="24"/>
        </w:rPr>
      </w:pPr>
    </w:p>
    <w:p w:rsidR="00D72DCC" w:rsidRDefault="00D72DCC" w:rsidP="00F471EA">
      <w:pPr>
        <w:rPr>
          <w:sz w:val="24"/>
          <w:szCs w:val="24"/>
        </w:rPr>
      </w:pPr>
      <w:r>
        <w:rPr>
          <w:sz w:val="24"/>
          <w:szCs w:val="24"/>
        </w:rPr>
        <w:t>Location:___________________________________________________________________</w:t>
      </w:r>
    </w:p>
    <w:p w:rsidR="00D72DCC" w:rsidRDefault="00D72DCC" w:rsidP="00F471EA">
      <w:pPr>
        <w:rPr>
          <w:sz w:val="24"/>
          <w:szCs w:val="24"/>
        </w:rPr>
      </w:pPr>
      <w:r>
        <w:rPr>
          <w:sz w:val="24"/>
          <w:szCs w:val="24"/>
        </w:rPr>
        <w:t>Hours (please circle one):            AM</w:t>
      </w:r>
      <w:r>
        <w:rPr>
          <w:sz w:val="24"/>
          <w:szCs w:val="24"/>
        </w:rPr>
        <w:tab/>
      </w:r>
      <w:r>
        <w:rPr>
          <w:sz w:val="24"/>
          <w:szCs w:val="24"/>
        </w:rPr>
        <w:tab/>
      </w:r>
      <w:r>
        <w:rPr>
          <w:sz w:val="24"/>
          <w:szCs w:val="24"/>
        </w:rPr>
        <w:tab/>
        <w:t>PM</w:t>
      </w:r>
      <w:r>
        <w:rPr>
          <w:sz w:val="24"/>
          <w:szCs w:val="24"/>
        </w:rPr>
        <w:tab/>
      </w:r>
      <w:r>
        <w:rPr>
          <w:sz w:val="24"/>
          <w:szCs w:val="24"/>
        </w:rPr>
        <w:tab/>
      </w:r>
      <w:r>
        <w:rPr>
          <w:sz w:val="24"/>
          <w:szCs w:val="24"/>
        </w:rPr>
        <w:tab/>
        <w:t>FULL DAY</w:t>
      </w:r>
    </w:p>
    <w:p w:rsidR="00D72DCC" w:rsidRDefault="00D72DCC" w:rsidP="00F471EA">
      <w:pPr>
        <w:rPr>
          <w:sz w:val="24"/>
          <w:szCs w:val="24"/>
        </w:rPr>
      </w:pPr>
      <w:r>
        <w:rPr>
          <w:sz w:val="24"/>
          <w:szCs w:val="24"/>
        </w:rPr>
        <w:t>Substitute Funding Source:_____________________________________________________</w:t>
      </w:r>
    </w:p>
    <w:p w:rsidR="00D72DCC" w:rsidRDefault="00D72DCC" w:rsidP="00F471EA">
      <w:pPr>
        <w:rPr>
          <w:sz w:val="24"/>
          <w:szCs w:val="24"/>
        </w:rPr>
      </w:pPr>
      <w:r>
        <w:rPr>
          <w:sz w:val="24"/>
          <w:szCs w:val="24"/>
        </w:rPr>
        <w:t>Employee Signature:___________________</w:t>
      </w:r>
      <w:r>
        <w:rPr>
          <w:sz w:val="24"/>
          <w:szCs w:val="24"/>
        </w:rPr>
        <w:tab/>
      </w:r>
      <w:r>
        <w:rPr>
          <w:sz w:val="24"/>
          <w:szCs w:val="24"/>
        </w:rPr>
        <w:tab/>
        <w:t>Date:____________________________</w:t>
      </w:r>
    </w:p>
    <w:p w:rsidR="00D72DCC" w:rsidRDefault="00D72DCC" w:rsidP="00F471EA">
      <w:pPr>
        <w:rPr>
          <w:sz w:val="24"/>
          <w:szCs w:val="24"/>
        </w:rPr>
      </w:pPr>
      <w:r>
        <w:rPr>
          <w:sz w:val="24"/>
          <w:szCs w:val="24"/>
        </w:rPr>
        <w:t>Principal/Designee:___________________________________________________________</w:t>
      </w:r>
    </w:p>
    <w:p w:rsidR="00D72DCC" w:rsidRDefault="00D72DCC" w:rsidP="00F471EA">
      <w:pPr>
        <w:pBdr>
          <w:bottom w:val="single" w:sz="12" w:space="1" w:color="auto"/>
        </w:pBdr>
        <w:jc w:val="center"/>
        <w:rPr>
          <w:b/>
          <w:sz w:val="24"/>
          <w:szCs w:val="24"/>
        </w:rPr>
      </w:pPr>
      <w:r w:rsidRPr="00953C91">
        <w:rPr>
          <w:b/>
          <w:sz w:val="24"/>
          <w:szCs w:val="24"/>
        </w:rPr>
        <w:t>Completed Forms must be returned</w:t>
      </w:r>
      <w:r>
        <w:rPr>
          <w:b/>
          <w:sz w:val="24"/>
          <w:szCs w:val="24"/>
        </w:rPr>
        <w:t xml:space="preserve"> to Ms. Ciotta-Petrantoni</w:t>
      </w:r>
    </w:p>
    <w:p w:rsidR="00D72DCC" w:rsidRPr="00953C91" w:rsidRDefault="00D72DCC" w:rsidP="00F471EA">
      <w:pPr>
        <w:pBdr>
          <w:bottom w:val="single" w:sz="12" w:space="1" w:color="auto"/>
        </w:pBdr>
        <w:jc w:val="center"/>
        <w:rPr>
          <w:b/>
          <w:sz w:val="24"/>
          <w:szCs w:val="24"/>
        </w:rPr>
      </w:pPr>
      <w:r>
        <w:rPr>
          <w:b/>
          <w:sz w:val="24"/>
          <w:szCs w:val="24"/>
        </w:rPr>
        <w:t>PLEASE ATTACH LEAVE CARD</w:t>
      </w:r>
    </w:p>
    <w:p w:rsidR="00D72DCC" w:rsidRDefault="00D72DCC" w:rsidP="00953C91">
      <w:pPr>
        <w:rPr>
          <w:i/>
          <w:sz w:val="16"/>
          <w:szCs w:val="16"/>
        </w:rPr>
      </w:pPr>
      <w:r w:rsidRPr="00953C91">
        <w:rPr>
          <w:i/>
          <w:sz w:val="16"/>
          <w:szCs w:val="16"/>
        </w:rPr>
        <w:t>FOR OFFICE USE ONLY</w:t>
      </w:r>
    </w:p>
    <w:p w:rsidR="00D72DCC" w:rsidRDefault="00D72DCC" w:rsidP="00953C91">
      <w:pPr>
        <w:rPr>
          <w:sz w:val="20"/>
          <w:szCs w:val="20"/>
        </w:rPr>
      </w:pPr>
      <w:r w:rsidRPr="00953C91">
        <w:rPr>
          <w:sz w:val="20"/>
          <w:szCs w:val="20"/>
        </w:rPr>
        <w:t>Substitute Locator</w:t>
      </w:r>
      <w:r>
        <w:rPr>
          <w:sz w:val="20"/>
          <w:szCs w:val="20"/>
        </w:rPr>
        <w:t>:___________</w:t>
      </w:r>
      <w:r>
        <w:rPr>
          <w:sz w:val="20"/>
          <w:szCs w:val="20"/>
        </w:rPr>
        <w:tab/>
        <w:t>Date: _____________</w:t>
      </w:r>
      <w:r>
        <w:rPr>
          <w:sz w:val="20"/>
          <w:szCs w:val="20"/>
        </w:rPr>
        <w:tab/>
      </w:r>
    </w:p>
    <w:p w:rsidR="00D72DCC" w:rsidRPr="00953C91" w:rsidRDefault="00D72DCC" w:rsidP="00953C91">
      <w:pPr>
        <w:rPr>
          <w:sz w:val="20"/>
          <w:szCs w:val="20"/>
        </w:rPr>
      </w:pPr>
      <w:r>
        <w:rPr>
          <w:sz w:val="20"/>
          <w:szCs w:val="20"/>
        </w:rPr>
        <w:t>Payroll Secretary:____________</w:t>
      </w:r>
      <w:r>
        <w:rPr>
          <w:sz w:val="20"/>
          <w:szCs w:val="20"/>
        </w:rPr>
        <w:tab/>
        <w:t>Date:_____________</w:t>
      </w:r>
    </w:p>
    <w:p w:rsidR="00D72DCC" w:rsidRDefault="00D72DCC" w:rsidP="00F471EA">
      <w:pPr>
        <w:rPr>
          <w:sz w:val="24"/>
          <w:szCs w:val="24"/>
        </w:rPr>
      </w:pPr>
    </w:p>
    <w:p w:rsidR="00D72DCC" w:rsidRPr="00F471EA" w:rsidRDefault="00D72DCC" w:rsidP="00F471EA">
      <w:pPr>
        <w:rPr>
          <w:sz w:val="24"/>
          <w:szCs w:val="24"/>
        </w:rPr>
      </w:pPr>
    </w:p>
    <w:sectPr w:rsidR="00D72DCC" w:rsidRPr="00F471EA" w:rsidSect="009043E6">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2DCC" w:rsidRDefault="00D72DCC" w:rsidP="008B720B">
      <w:pPr>
        <w:spacing w:after="0" w:line="240" w:lineRule="auto"/>
      </w:pPr>
      <w:r>
        <w:separator/>
      </w:r>
    </w:p>
  </w:endnote>
  <w:endnote w:type="continuationSeparator" w:id="0">
    <w:p w:rsidR="00D72DCC" w:rsidRDefault="00D72DCC" w:rsidP="008B72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DCC" w:rsidRDefault="00D72DC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DCC" w:rsidRDefault="00D72DCC">
    <w:pPr>
      <w:pStyle w:val="Footer"/>
    </w:pPr>
    <w:r>
      <w:t>Revised 6/15/11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DCC" w:rsidRDefault="00D72DC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2DCC" w:rsidRDefault="00D72DCC" w:rsidP="008B720B">
      <w:pPr>
        <w:spacing w:after="0" w:line="240" w:lineRule="auto"/>
      </w:pPr>
      <w:r>
        <w:separator/>
      </w:r>
    </w:p>
  </w:footnote>
  <w:footnote w:type="continuationSeparator" w:id="0">
    <w:p w:rsidR="00D72DCC" w:rsidRDefault="00D72DCC" w:rsidP="008B720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DCC" w:rsidRDefault="00D72DC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DCC" w:rsidRPr="00953C91" w:rsidRDefault="00D72DCC" w:rsidP="008B720B">
    <w:pPr>
      <w:jc w:val="center"/>
      <w:rPr>
        <w:b/>
        <w:sz w:val="32"/>
        <w:szCs w:val="3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49" type="#_x0000_t75" style="position:absolute;left:0;text-align:left;margin-left:-54.75pt;margin-top:-27.75pt;width:89.85pt;height:81pt;z-index:251660288;visibility:visible">
          <v:imagedata r:id="rId1" o:title=""/>
        </v:shape>
      </w:pict>
    </w:r>
    <w:r>
      <w:tab/>
    </w:r>
    <w:r w:rsidRPr="00953C91">
      <w:rPr>
        <w:b/>
        <w:sz w:val="32"/>
        <w:szCs w:val="32"/>
      </w:rPr>
      <w:t>FIENBERG-FISHER K-8 CENTER</w:t>
    </w:r>
  </w:p>
  <w:p w:rsidR="00D72DCC" w:rsidRDefault="00D72DC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DCC" w:rsidRDefault="00D72DC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71EA"/>
    <w:rsid w:val="0020629E"/>
    <w:rsid w:val="00316BDF"/>
    <w:rsid w:val="003235ED"/>
    <w:rsid w:val="004B4707"/>
    <w:rsid w:val="00743DB5"/>
    <w:rsid w:val="007F2EBC"/>
    <w:rsid w:val="008B720B"/>
    <w:rsid w:val="009043E6"/>
    <w:rsid w:val="00953C91"/>
    <w:rsid w:val="009F31C5"/>
    <w:rsid w:val="00AC74B0"/>
    <w:rsid w:val="00B77638"/>
    <w:rsid w:val="00CE5958"/>
    <w:rsid w:val="00D14E44"/>
    <w:rsid w:val="00D72DCC"/>
    <w:rsid w:val="00D95467"/>
    <w:rsid w:val="00DC4ECE"/>
    <w:rsid w:val="00ED31C6"/>
    <w:rsid w:val="00F471EA"/>
    <w:rsid w:val="00FE49C6"/>
    <w:rsid w:val="00FF09B6"/>
    <w:rsid w:val="00FF487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3E6"/>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8B720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8B720B"/>
    <w:rPr>
      <w:rFonts w:cs="Times New Roman"/>
    </w:rPr>
  </w:style>
  <w:style w:type="paragraph" w:styleId="Footer">
    <w:name w:val="footer"/>
    <w:basedOn w:val="Normal"/>
    <w:link w:val="FooterChar"/>
    <w:uiPriority w:val="99"/>
    <w:semiHidden/>
    <w:rsid w:val="008B720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8B720B"/>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1</Pages>
  <Words>168</Words>
  <Characters>959</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Zabala, Maria G.</dc:creator>
  <cp:keywords/>
  <dc:description/>
  <cp:lastModifiedBy>MDCPS</cp:lastModifiedBy>
  <cp:revision>6</cp:revision>
  <cp:lastPrinted>2009-08-21T11:51:00Z</cp:lastPrinted>
  <dcterms:created xsi:type="dcterms:W3CDTF">2010-08-13T16:39:00Z</dcterms:created>
  <dcterms:modified xsi:type="dcterms:W3CDTF">2012-11-18T13:36:00Z</dcterms:modified>
</cp:coreProperties>
</file>